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94" w:type="dxa"/>
        <w:jc w:val="center"/>
        <w:tblLook w:val="00A0"/>
      </w:tblPr>
      <w:tblGrid>
        <w:gridCol w:w="8824"/>
        <w:gridCol w:w="232"/>
        <w:gridCol w:w="232"/>
      </w:tblGrid>
      <w:tr w:rsidR="00E26644" w:rsidRPr="00F5091B" w:rsidTr="00E31120">
        <w:trPr>
          <w:jc w:val="center"/>
        </w:trPr>
        <w:tc>
          <w:tcPr>
            <w:tcW w:w="2872" w:type="dxa"/>
          </w:tcPr>
          <w:tbl>
            <w:tblPr>
              <w:tblW w:w="10949" w:type="dxa"/>
              <w:tblLook w:val="00A0"/>
            </w:tblPr>
            <w:tblGrid>
              <w:gridCol w:w="10949"/>
            </w:tblGrid>
            <w:tr w:rsidR="00E26644" w:rsidRPr="00770436" w:rsidTr="00E31120">
              <w:trPr>
                <w:trHeight w:val="727"/>
              </w:trPr>
              <w:tc>
                <w:tcPr>
                  <w:tcW w:w="10949" w:type="dxa"/>
                </w:tcPr>
                <w:p w:rsidR="00E26644" w:rsidRPr="00770436" w:rsidRDefault="00E26644" w:rsidP="00E31120">
                  <w:pPr>
                    <w:rPr>
                      <w:rFonts w:ascii="Arial" w:hAnsi="Arial" w:cs="Arial"/>
                      <w:b/>
                      <w:color w:val="00B050"/>
                      <w:sz w:val="48"/>
                      <w:szCs w:val="48"/>
                    </w:rPr>
                  </w:pPr>
                  <w:r>
                    <w:rPr>
                      <w:noProof/>
                    </w:rPr>
                    <w:t xml:space="preserve"> </w:t>
                  </w:r>
                  <w:r w:rsidRPr="00274E5B">
                    <w:rPr>
                      <w:noProof/>
                      <w:lang w:val="pl-PL" w:eastAsia="pl-PL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Obraz 4" o:spid="_x0000_i1025" type="#_x0000_t75" style="width:81.75pt;height:35.25pt;visibility:visible">
                        <v:imagedata r:id="rId7" o:title=""/>
                      </v:shape>
                    </w:pict>
                  </w:r>
                  <w:r>
                    <w:rPr>
                      <w:noProof/>
                    </w:rPr>
                    <w:t xml:space="preserve">          </w:t>
                  </w:r>
                  <w:r w:rsidRPr="00274E5B">
                    <w:rPr>
                      <w:noProof/>
                      <w:lang w:val="pl-PL" w:eastAsia="pl-PL"/>
                    </w:rPr>
                    <w:pict>
                      <v:shape id="Obraz 3" o:spid="_x0000_i1026" type="#_x0000_t75" style="width:111pt;height:35.25pt;visibility:visible">
                        <v:imagedata r:id="rId8" o:title=""/>
                      </v:shape>
                    </w:pict>
                  </w:r>
                  <w:r>
                    <w:rPr>
                      <w:noProof/>
                    </w:rPr>
                    <w:t xml:space="preserve">         </w:t>
                  </w:r>
                  <w:r w:rsidRPr="00274E5B">
                    <w:rPr>
                      <w:noProof/>
                      <w:lang w:val="pl-PL" w:eastAsia="pl-PL"/>
                    </w:rPr>
                    <w:pict>
                      <v:shape id="Obraz 2" o:spid="_x0000_i1027" type="#_x0000_t75" style="width:75pt;height:35.25pt;visibility:visible">
                        <v:imagedata r:id="rId9" o:title=""/>
                      </v:shape>
                    </w:pict>
                  </w:r>
                  <w:r>
                    <w:rPr>
                      <w:noProof/>
                    </w:rPr>
                    <w:t xml:space="preserve">             </w:t>
                  </w:r>
                  <w:r w:rsidRPr="00274E5B">
                    <w:rPr>
                      <w:noProof/>
                      <w:lang w:val="pl-PL" w:eastAsia="pl-PL"/>
                    </w:rPr>
                    <w:pict>
                      <v:shape id="Obraz 1" o:spid="_x0000_i1028" type="#_x0000_t75" style="width:114.75pt;height:35.25pt;visibility:visible">
                        <v:imagedata r:id="rId10" o:title=""/>
                      </v:shape>
                    </w:pict>
                  </w:r>
                  <w:r>
                    <w:rPr>
                      <w:noProof/>
                    </w:rPr>
                    <w:t xml:space="preserve">      </w:t>
                  </w:r>
                </w:p>
              </w:tc>
            </w:tr>
          </w:tbl>
          <w:p w:rsidR="00E26644" w:rsidRPr="00F5091B" w:rsidRDefault="00E26644" w:rsidP="00E31120"/>
        </w:tc>
        <w:tc>
          <w:tcPr>
            <w:tcW w:w="2046" w:type="dxa"/>
          </w:tcPr>
          <w:p w:rsidR="00E26644" w:rsidRPr="00F5091B" w:rsidRDefault="00E26644" w:rsidP="00E31120">
            <w:pPr>
              <w:jc w:val="center"/>
            </w:pPr>
          </w:p>
        </w:tc>
        <w:tc>
          <w:tcPr>
            <w:tcW w:w="3776" w:type="dxa"/>
          </w:tcPr>
          <w:p w:rsidR="00E26644" w:rsidRPr="00F5091B" w:rsidRDefault="00E26644" w:rsidP="00E31120">
            <w:pPr>
              <w:jc w:val="right"/>
            </w:pPr>
          </w:p>
        </w:tc>
      </w:tr>
    </w:tbl>
    <w:p w:rsidR="00E26644" w:rsidRPr="004A2EB2" w:rsidRDefault="00E26644" w:rsidP="003A0799">
      <w:pPr>
        <w:rPr>
          <w:sz w:val="18"/>
          <w:szCs w:val="18"/>
        </w:rPr>
      </w:pPr>
      <w:r w:rsidRPr="001C729A">
        <w:rPr>
          <w:sz w:val="18"/>
          <w:szCs w:val="18"/>
        </w:rPr>
        <w:t xml:space="preserve">Nr sprawy: </w:t>
      </w:r>
      <w:r>
        <w:rPr>
          <w:sz w:val="18"/>
          <w:szCs w:val="18"/>
        </w:rPr>
        <w:t>RZP</w:t>
      </w:r>
      <w:r w:rsidRPr="001C729A">
        <w:rPr>
          <w:sz w:val="18"/>
          <w:szCs w:val="18"/>
        </w:rPr>
        <w:t>.271.1.</w:t>
      </w:r>
      <w:r>
        <w:rPr>
          <w:sz w:val="18"/>
          <w:szCs w:val="18"/>
        </w:rPr>
        <w:t>14.</w:t>
      </w:r>
      <w:r w:rsidRPr="001C729A">
        <w:rPr>
          <w:sz w:val="18"/>
          <w:szCs w:val="18"/>
        </w:rPr>
        <w:t>201</w:t>
      </w:r>
      <w:r>
        <w:rPr>
          <w:sz w:val="18"/>
          <w:szCs w:val="18"/>
        </w:rPr>
        <w:t>9</w:t>
      </w:r>
      <w:r w:rsidRPr="001C729A">
        <w:rPr>
          <w:sz w:val="18"/>
          <w:szCs w:val="18"/>
        </w:rPr>
        <w:t>.</w:t>
      </w:r>
      <w:r>
        <w:rPr>
          <w:sz w:val="18"/>
          <w:szCs w:val="18"/>
        </w:rPr>
        <w:t>MKA</w:t>
      </w:r>
      <w:bookmarkStart w:id="0" w:name="_GoBack"/>
      <w:bookmarkEnd w:id="0"/>
    </w:p>
    <w:p w:rsidR="00E26644" w:rsidRPr="00A75F53" w:rsidRDefault="00E26644" w:rsidP="001F7AF8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  <w:t>Zał. nr 6</w:t>
      </w:r>
      <w:r w:rsidRPr="00BD092A">
        <w:rPr>
          <w:b/>
          <w:sz w:val="16"/>
          <w:szCs w:val="16"/>
          <w:lang w:val="pl-PL"/>
        </w:rPr>
        <w:t xml:space="preserve"> do SIWZ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55"/>
        <w:gridCol w:w="6084"/>
      </w:tblGrid>
      <w:tr w:rsidR="00E26644" w:rsidRPr="00EA7159" w:rsidTr="001A21B3">
        <w:trPr>
          <w:trHeight w:val="567"/>
        </w:trPr>
        <w:tc>
          <w:tcPr>
            <w:tcW w:w="3555" w:type="dxa"/>
            <w:vAlign w:val="center"/>
          </w:tcPr>
          <w:p w:rsidR="00E26644" w:rsidRPr="00EA7159" w:rsidRDefault="00E26644" w:rsidP="001A21B3">
            <w:pPr>
              <w:jc w:val="center"/>
              <w:rPr>
                <w:i/>
                <w:lang w:val="pl-PL"/>
              </w:rPr>
            </w:pPr>
          </w:p>
          <w:p w:rsidR="00E26644" w:rsidRPr="00EA7159" w:rsidRDefault="00E26644" w:rsidP="001A21B3">
            <w:pPr>
              <w:jc w:val="center"/>
              <w:rPr>
                <w:i/>
                <w:lang w:val="pl-PL"/>
              </w:rPr>
            </w:pPr>
          </w:p>
          <w:p w:rsidR="00E26644" w:rsidRPr="00EA7159" w:rsidRDefault="00E26644" w:rsidP="001A21B3">
            <w:pPr>
              <w:jc w:val="center"/>
              <w:rPr>
                <w:i/>
                <w:lang w:val="pl-PL"/>
              </w:rPr>
            </w:pPr>
          </w:p>
          <w:p w:rsidR="00E26644" w:rsidRPr="00EA7159" w:rsidRDefault="00E26644" w:rsidP="001A21B3">
            <w:pPr>
              <w:jc w:val="center"/>
              <w:rPr>
                <w:i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vAlign w:val="center"/>
          </w:tcPr>
          <w:p w:rsidR="00E26644" w:rsidRPr="00EA7159" w:rsidRDefault="00E26644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E26644" w:rsidRPr="00EA7159" w:rsidRDefault="00E26644" w:rsidP="001A21B3">
            <w:pPr>
              <w:jc w:val="center"/>
              <w:rPr>
                <w:rFonts w:eastAsia="Verdana,Bold"/>
                <w:b/>
                <w:bCs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E26644" w:rsidRPr="00EA7159" w:rsidRDefault="00E26644" w:rsidP="001A21B3">
            <w:pPr>
              <w:jc w:val="center"/>
              <w:rPr>
                <w:b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E26644" w:rsidRPr="00EA7159" w:rsidRDefault="00E26644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E26644" w:rsidRPr="00EA7159" w:rsidRDefault="00E26644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E26644" w:rsidRPr="00EA7159" w:rsidRDefault="00E26644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E26644" w:rsidRPr="00EA7159" w:rsidRDefault="00E2664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E26644" w:rsidRPr="00EA7159" w:rsidRDefault="00E2664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E26644" w:rsidRPr="00EA7159" w:rsidRDefault="00E2664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E26644" w:rsidRPr="00EA7159" w:rsidRDefault="00E26644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E26644" w:rsidRPr="00EA7159" w:rsidRDefault="00E2664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E26644" w:rsidRPr="00EA7159" w:rsidRDefault="00E2664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E26644" w:rsidRPr="00EA7159" w:rsidRDefault="00E2664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E26644" w:rsidRPr="00EA7159" w:rsidRDefault="00E26644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E26644" w:rsidRPr="00EA7159" w:rsidRDefault="00E2664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E26644" w:rsidRDefault="00E26644" w:rsidP="00D51C58">
      <w:pPr>
        <w:spacing w:line="276" w:lineRule="auto"/>
        <w:jc w:val="both"/>
        <w:rPr>
          <w:b/>
          <w:kern w:val="1"/>
          <w:sz w:val="22"/>
          <w:szCs w:val="22"/>
          <w:lang w:val="pl-PL" w:eastAsia="zh-CN"/>
        </w:rPr>
      </w:pPr>
      <w:r w:rsidRPr="003A390A">
        <w:rPr>
          <w:rFonts w:eastAsia="Verdana,Italic"/>
          <w:sz w:val="22"/>
          <w:szCs w:val="22"/>
          <w:lang w:val="pl-PL"/>
        </w:rPr>
        <w:t>przy wykonywaniu zamówienia</w:t>
      </w:r>
      <w:r>
        <w:rPr>
          <w:rFonts w:eastAsia="Verdana,Italic"/>
          <w:sz w:val="22"/>
          <w:szCs w:val="22"/>
          <w:lang w:val="pl-PL"/>
        </w:rPr>
        <w:t xml:space="preserve"> pn. </w:t>
      </w:r>
      <w:r w:rsidRPr="00D51C58">
        <w:rPr>
          <w:b/>
          <w:kern w:val="1"/>
          <w:sz w:val="22"/>
          <w:szCs w:val="22"/>
          <w:lang w:val="pl-PL" w:eastAsia="zh-CN"/>
        </w:rPr>
        <w:t>„</w:t>
      </w:r>
      <w:r>
        <w:rPr>
          <w:b/>
          <w:kern w:val="1"/>
          <w:sz w:val="22"/>
          <w:szCs w:val="22"/>
          <w:lang w:val="pl-PL" w:eastAsia="zh-CN"/>
        </w:rPr>
        <w:t>Odnowienie elewacji i dachów zabytkowych kamienic na Starym Rynku</w:t>
      </w:r>
      <w:r w:rsidRPr="00D51C58">
        <w:rPr>
          <w:b/>
          <w:kern w:val="1"/>
          <w:sz w:val="22"/>
          <w:szCs w:val="22"/>
          <w:lang w:val="pl-PL" w:eastAsia="zh-CN"/>
        </w:rPr>
        <w:t>”</w:t>
      </w:r>
      <w:r>
        <w:rPr>
          <w:b/>
          <w:kern w:val="1"/>
          <w:sz w:val="22"/>
          <w:szCs w:val="22"/>
          <w:lang w:val="pl-PL" w:eastAsia="zh-CN"/>
        </w:rPr>
        <w:t>:</w:t>
      </w:r>
    </w:p>
    <w:p w:rsidR="00E26644" w:rsidRDefault="00E26644" w:rsidP="00D51C58">
      <w:pPr>
        <w:spacing w:line="276" w:lineRule="auto"/>
        <w:jc w:val="both"/>
        <w:rPr>
          <w:b/>
          <w:kern w:val="1"/>
          <w:sz w:val="22"/>
          <w:szCs w:val="22"/>
          <w:lang w:val="pl-PL" w:eastAsia="zh-CN"/>
        </w:rPr>
      </w:pPr>
      <w:r w:rsidRPr="00A75F53">
        <w:rPr>
          <w:kern w:val="1"/>
          <w:sz w:val="22"/>
          <w:szCs w:val="22"/>
          <w:lang w:val="pl-PL" w:eastAsia="zh-CN"/>
        </w:rPr>
        <w:t>Część I;</w:t>
      </w:r>
      <w:r>
        <w:rPr>
          <w:b/>
          <w:kern w:val="1"/>
          <w:sz w:val="22"/>
          <w:szCs w:val="22"/>
          <w:lang w:val="pl-PL" w:eastAsia="zh-CN"/>
        </w:rPr>
        <w:t xml:space="preserve"> „ Remont elewacji budynku mieszkalnego przy ul. Rynek 28 w Sandomierzu”*</w:t>
      </w:r>
    </w:p>
    <w:p w:rsidR="00E26644" w:rsidRDefault="00E26644" w:rsidP="00D51C58">
      <w:pPr>
        <w:spacing w:line="276" w:lineRule="auto"/>
        <w:jc w:val="both"/>
        <w:rPr>
          <w:b/>
          <w:kern w:val="1"/>
          <w:sz w:val="22"/>
          <w:szCs w:val="22"/>
          <w:lang w:val="pl-PL" w:eastAsia="zh-CN"/>
        </w:rPr>
      </w:pPr>
      <w:r w:rsidRPr="00A75F53">
        <w:rPr>
          <w:kern w:val="1"/>
          <w:sz w:val="22"/>
          <w:szCs w:val="22"/>
          <w:lang w:val="pl-PL" w:eastAsia="zh-CN"/>
        </w:rPr>
        <w:t>Część II:</w:t>
      </w:r>
      <w:r>
        <w:rPr>
          <w:b/>
          <w:kern w:val="1"/>
          <w:sz w:val="22"/>
          <w:szCs w:val="22"/>
          <w:lang w:val="pl-PL" w:eastAsia="zh-CN"/>
        </w:rPr>
        <w:t xml:space="preserve"> „ Wymiana pokrycia dachu i remont elewacji budynku mieszkalnego przy ul. Rynek 30  </w:t>
      </w:r>
    </w:p>
    <w:p w:rsidR="00E26644" w:rsidRDefault="00E26644" w:rsidP="00D51C58">
      <w:pPr>
        <w:spacing w:line="276" w:lineRule="auto"/>
        <w:jc w:val="both"/>
        <w:rPr>
          <w:b/>
          <w:kern w:val="1"/>
          <w:sz w:val="22"/>
          <w:szCs w:val="22"/>
          <w:lang w:val="pl-PL" w:eastAsia="zh-CN"/>
        </w:rPr>
      </w:pPr>
      <w:r>
        <w:rPr>
          <w:b/>
          <w:kern w:val="1"/>
          <w:sz w:val="22"/>
          <w:szCs w:val="22"/>
          <w:lang w:val="pl-PL" w:eastAsia="zh-CN"/>
        </w:rPr>
        <w:t xml:space="preserve">                   w Sandomierzu”*</w:t>
      </w:r>
    </w:p>
    <w:p w:rsidR="00E26644" w:rsidRDefault="00E26644" w:rsidP="00D51C58">
      <w:pPr>
        <w:spacing w:line="276" w:lineRule="auto"/>
        <w:jc w:val="both"/>
        <w:rPr>
          <w:b/>
          <w:kern w:val="1"/>
          <w:sz w:val="22"/>
          <w:szCs w:val="22"/>
          <w:lang w:val="pl-PL" w:eastAsia="zh-CN"/>
        </w:rPr>
      </w:pPr>
      <w:r w:rsidRPr="00A75F53">
        <w:rPr>
          <w:kern w:val="1"/>
          <w:sz w:val="22"/>
          <w:szCs w:val="22"/>
          <w:lang w:val="pl-PL" w:eastAsia="zh-CN"/>
        </w:rPr>
        <w:t>Część III</w:t>
      </w:r>
      <w:r>
        <w:rPr>
          <w:kern w:val="1"/>
          <w:sz w:val="22"/>
          <w:szCs w:val="22"/>
          <w:lang w:val="pl-PL" w:eastAsia="zh-CN"/>
        </w:rPr>
        <w:t>:</w:t>
      </w:r>
      <w:r>
        <w:rPr>
          <w:b/>
          <w:kern w:val="1"/>
          <w:sz w:val="22"/>
          <w:szCs w:val="22"/>
          <w:lang w:val="pl-PL" w:eastAsia="zh-CN"/>
        </w:rPr>
        <w:t xml:space="preserve"> „Remont elewacji budynku mieszkalnego przy ul. Zamkowej 6 w Sandomierzu”*</w:t>
      </w:r>
    </w:p>
    <w:p w:rsidR="00E26644" w:rsidRDefault="00E26644" w:rsidP="00D51C58">
      <w:pPr>
        <w:spacing w:line="276" w:lineRule="auto"/>
        <w:jc w:val="both"/>
        <w:rPr>
          <w:b/>
          <w:kern w:val="1"/>
          <w:sz w:val="22"/>
          <w:szCs w:val="22"/>
          <w:lang w:val="pl-PL" w:eastAsia="zh-CN"/>
        </w:rPr>
      </w:pPr>
      <w:r w:rsidRPr="00A75F53">
        <w:rPr>
          <w:kern w:val="1"/>
          <w:sz w:val="22"/>
          <w:szCs w:val="22"/>
          <w:lang w:val="pl-PL" w:eastAsia="zh-CN"/>
        </w:rPr>
        <w:t xml:space="preserve">Część </w:t>
      </w:r>
      <w:r>
        <w:rPr>
          <w:kern w:val="1"/>
          <w:sz w:val="22"/>
          <w:szCs w:val="22"/>
          <w:lang w:val="pl-PL" w:eastAsia="zh-CN"/>
        </w:rPr>
        <w:t>IV</w:t>
      </w:r>
      <w:r w:rsidRPr="00A75F53">
        <w:rPr>
          <w:kern w:val="1"/>
          <w:sz w:val="22"/>
          <w:szCs w:val="22"/>
          <w:lang w:val="pl-PL" w:eastAsia="zh-CN"/>
        </w:rPr>
        <w:t>:</w:t>
      </w:r>
      <w:r>
        <w:rPr>
          <w:b/>
          <w:kern w:val="1"/>
          <w:sz w:val="22"/>
          <w:szCs w:val="22"/>
          <w:lang w:val="pl-PL" w:eastAsia="zh-CN"/>
        </w:rPr>
        <w:t xml:space="preserve"> „Remont elewacji budynku mieszkalnego przy ul. Zamkowej 8 w Sandomierzu”*</w:t>
      </w:r>
    </w:p>
    <w:p w:rsidR="00E26644" w:rsidRDefault="00E26644" w:rsidP="00D51C58">
      <w:pPr>
        <w:spacing w:line="276" w:lineRule="auto"/>
        <w:jc w:val="both"/>
        <w:rPr>
          <w:b/>
          <w:kern w:val="1"/>
          <w:sz w:val="22"/>
          <w:szCs w:val="22"/>
          <w:lang w:val="pl-PL" w:eastAsia="zh-CN"/>
        </w:rPr>
      </w:pPr>
      <w:r w:rsidRPr="00A75F53">
        <w:rPr>
          <w:kern w:val="1"/>
          <w:sz w:val="22"/>
          <w:szCs w:val="22"/>
          <w:lang w:val="pl-PL" w:eastAsia="zh-CN"/>
        </w:rPr>
        <w:t>Część V:</w:t>
      </w:r>
      <w:r>
        <w:rPr>
          <w:b/>
          <w:kern w:val="1"/>
          <w:sz w:val="22"/>
          <w:szCs w:val="22"/>
          <w:lang w:val="pl-PL" w:eastAsia="zh-CN"/>
        </w:rPr>
        <w:t xml:space="preserve"> „Remont elewacji budynku mieszkalnego przy ul. Opatowskiej 17 w Sandomierzu”*</w:t>
      </w:r>
    </w:p>
    <w:p w:rsidR="00E26644" w:rsidRDefault="00E26644" w:rsidP="00D51C58">
      <w:pPr>
        <w:spacing w:line="276" w:lineRule="auto"/>
        <w:jc w:val="both"/>
        <w:rPr>
          <w:b/>
          <w:kern w:val="1"/>
          <w:sz w:val="22"/>
          <w:szCs w:val="22"/>
          <w:lang w:val="pl-PL" w:eastAsia="zh-CN"/>
        </w:rPr>
      </w:pPr>
    </w:p>
    <w:p w:rsidR="00E26644" w:rsidRPr="009164A6" w:rsidRDefault="00E26644" w:rsidP="009164A6">
      <w:pPr>
        <w:spacing w:line="276" w:lineRule="auto"/>
        <w:jc w:val="both"/>
        <w:rPr>
          <w:b/>
          <w:kern w:val="1"/>
          <w:sz w:val="22"/>
          <w:szCs w:val="22"/>
          <w:lang w:val="pl-PL" w:eastAsia="zh-CN"/>
        </w:rPr>
      </w:pPr>
      <w:r>
        <w:rPr>
          <w:b/>
          <w:kern w:val="1"/>
          <w:sz w:val="22"/>
          <w:szCs w:val="22"/>
          <w:lang w:val="pl-PL" w:eastAsia="zh-CN"/>
        </w:rPr>
        <w:t xml:space="preserve"> </w:t>
      </w:r>
      <w:r w:rsidRPr="005C17A3">
        <w:rPr>
          <w:rFonts w:eastAsia="Verdana,Bold"/>
          <w:color w:val="000000"/>
          <w:sz w:val="22"/>
          <w:szCs w:val="22"/>
          <w:lang w:val="pl-PL"/>
        </w:rPr>
        <w:t>o</w:t>
      </w:r>
      <w:r w:rsidRPr="005C17A3">
        <w:rPr>
          <w:rFonts w:eastAsia="Verdana,Italic"/>
          <w:sz w:val="22"/>
          <w:szCs w:val="22"/>
          <w:lang w:val="pl-PL"/>
        </w:rPr>
        <w:t>świadczam, iż:</w:t>
      </w:r>
    </w:p>
    <w:p w:rsidR="00E26644" w:rsidRPr="00EA7159" w:rsidRDefault="00E2664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E26644" w:rsidRPr="00EA7159" w:rsidRDefault="00E2664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E26644" w:rsidRPr="00EA7159" w:rsidRDefault="00E2664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E26644" w:rsidRPr="00EA7159" w:rsidRDefault="00E2664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E26644" w:rsidRPr="00EA7159" w:rsidRDefault="00E2664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E26644" w:rsidRPr="00EA7159" w:rsidRDefault="00E2664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E26644" w:rsidRPr="00EA7159" w:rsidRDefault="00E2664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E26644" w:rsidRPr="00EA7159" w:rsidRDefault="00E2664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E26644" w:rsidRDefault="00E2664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E26644" w:rsidRPr="00EA7159" w:rsidRDefault="00E2664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E26644" w:rsidRPr="00EA7159" w:rsidRDefault="00E26644" w:rsidP="001B6DF9">
      <w:pPr>
        <w:spacing w:line="340" w:lineRule="atLeast"/>
        <w:jc w:val="both"/>
        <w:rPr>
          <w:b/>
          <w:bCs/>
          <w:sz w:val="22"/>
          <w:szCs w:val="22"/>
          <w:lang w:val="pl-PL"/>
        </w:rPr>
      </w:pPr>
      <w:r w:rsidRPr="001C0B7A">
        <w:rPr>
          <w:rFonts w:eastAsia="Verdana,Italic"/>
          <w:b/>
          <w:bCs/>
          <w:sz w:val="22"/>
          <w:szCs w:val="22"/>
          <w:lang w:val="pl-PL"/>
        </w:rPr>
        <w:t>TAK/NIE</w:t>
      </w:r>
      <w:r>
        <w:rPr>
          <w:rFonts w:eastAsia="Verdana,Italic"/>
          <w:b/>
          <w:bCs/>
          <w:sz w:val="22"/>
          <w:szCs w:val="22"/>
          <w:lang w:val="pl-PL"/>
        </w:rPr>
        <w:t xml:space="preserve"> *</w:t>
      </w:r>
    </w:p>
    <w:p w:rsidR="00E26644" w:rsidRPr="00EA7159" w:rsidRDefault="00E26644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E26644" w:rsidRPr="00EA7159" w:rsidRDefault="00E26644" w:rsidP="000B4038">
      <w:pPr>
        <w:spacing w:line="340" w:lineRule="atLeast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                                                                          </w:t>
      </w:r>
      <w:r w:rsidRPr="00EA7159">
        <w:rPr>
          <w:sz w:val="22"/>
          <w:szCs w:val="22"/>
          <w:lang w:val="pl-PL"/>
        </w:rPr>
        <w:t>____________________________</w:t>
      </w:r>
    </w:p>
    <w:p w:rsidR="00E26644" w:rsidRPr="00EA7159" w:rsidRDefault="00E26644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E26644" w:rsidRDefault="00E26644" w:rsidP="001B6DF9">
      <w:pPr>
        <w:rPr>
          <w:sz w:val="22"/>
          <w:szCs w:val="22"/>
          <w:lang w:val="pl-PL"/>
        </w:rPr>
      </w:pPr>
    </w:p>
    <w:p w:rsidR="00E26644" w:rsidRDefault="00E26644" w:rsidP="000B4038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E26644" w:rsidRPr="00A75F53" w:rsidRDefault="00E26644" w:rsidP="000B4038">
      <w:pPr>
        <w:rPr>
          <w:b/>
          <w:sz w:val="20"/>
          <w:szCs w:val="20"/>
          <w:u w:val="single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E26644" w:rsidRPr="00A75F53" w:rsidSect="00527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644" w:rsidRDefault="00E26644" w:rsidP="009615F6">
      <w:r>
        <w:separator/>
      </w:r>
    </w:p>
  </w:endnote>
  <w:endnote w:type="continuationSeparator" w:id="0">
    <w:p w:rsidR="00E26644" w:rsidRDefault="00E26644" w:rsidP="009615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644" w:rsidRDefault="00E26644" w:rsidP="009615F6">
      <w:r>
        <w:separator/>
      </w:r>
    </w:p>
  </w:footnote>
  <w:footnote w:type="continuationSeparator" w:id="0">
    <w:p w:rsidR="00E26644" w:rsidRDefault="00E26644" w:rsidP="009615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426F"/>
    <w:rsid w:val="00053A31"/>
    <w:rsid w:val="00097BF3"/>
    <w:rsid w:val="000B4038"/>
    <w:rsid w:val="001714D0"/>
    <w:rsid w:val="001A21B3"/>
    <w:rsid w:val="001B6DF9"/>
    <w:rsid w:val="001C0B7A"/>
    <w:rsid w:val="001C729A"/>
    <w:rsid w:val="001F7AF8"/>
    <w:rsid w:val="00272F10"/>
    <w:rsid w:val="00274E5B"/>
    <w:rsid w:val="002835E3"/>
    <w:rsid w:val="002A6662"/>
    <w:rsid w:val="002C36C9"/>
    <w:rsid w:val="002D72E3"/>
    <w:rsid w:val="00341472"/>
    <w:rsid w:val="003A0799"/>
    <w:rsid w:val="003A390A"/>
    <w:rsid w:val="00435187"/>
    <w:rsid w:val="00486619"/>
    <w:rsid w:val="00496E8E"/>
    <w:rsid w:val="004A2EB2"/>
    <w:rsid w:val="00502E4C"/>
    <w:rsid w:val="00527BC4"/>
    <w:rsid w:val="005A0539"/>
    <w:rsid w:val="005C17A3"/>
    <w:rsid w:val="005E0873"/>
    <w:rsid w:val="00601906"/>
    <w:rsid w:val="00625FC4"/>
    <w:rsid w:val="007211A4"/>
    <w:rsid w:val="00770436"/>
    <w:rsid w:val="00771F81"/>
    <w:rsid w:val="0082426F"/>
    <w:rsid w:val="00847E72"/>
    <w:rsid w:val="00860835"/>
    <w:rsid w:val="008629F2"/>
    <w:rsid w:val="008836CF"/>
    <w:rsid w:val="00894BAD"/>
    <w:rsid w:val="008E0A5C"/>
    <w:rsid w:val="009164A6"/>
    <w:rsid w:val="009615F6"/>
    <w:rsid w:val="00A75F53"/>
    <w:rsid w:val="00AA608D"/>
    <w:rsid w:val="00AB6F6E"/>
    <w:rsid w:val="00AC6E54"/>
    <w:rsid w:val="00B44366"/>
    <w:rsid w:val="00B869BE"/>
    <w:rsid w:val="00BA650D"/>
    <w:rsid w:val="00BD092A"/>
    <w:rsid w:val="00CD5701"/>
    <w:rsid w:val="00CE2BC1"/>
    <w:rsid w:val="00D51C58"/>
    <w:rsid w:val="00DB04CE"/>
    <w:rsid w:val="00DD173B"/>
    <w:rsid w:val="00DE5D0F"/>
    <w:rsid w:val="00E26644"/>
    <w:rsid w:val="00E31120"/>
    <w:rsid w:val="00E92A49"/>
    <w:rsid w:val="00EA7159"/>
    <w:rsid w:val="00F12C5B"/>
    <w:rsid w:val="00F4164F"/>
    <w:rsid w:val="00F5091B"/>
    <w:rsid w:val="00F6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A31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53A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866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6619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rsid w:val="009615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615F6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9615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615F6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116</TotalTime>
  <Pages>1</Pages>
  <Words>352</Words>
  <Characters>2117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ksobczyk</cp:lastModifiedBy>
  <cp:revision>47</cp:revision>
  <cp:lastPrinted>2019-02-14T08:07:00Z</cp:lastPrinted>
  <dcterms:created xsi:type="dcterms:W3CDTF">2016-08-08T13:18:00Z</dcterms:created>
  <dcterms:modified xsi:type="dcterms:W3CDTF">2019-06-06T08:08:00Z</dcterms:modified>
</cp:coreProperties>
</file>